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3524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65027580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2A629E05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2454FC96" w14:textId="183D02D2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B6AC701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957209">
        <w:rPr>
          <w:spacing w:val="0"/>
          <w:position w:val="0"/>
          <w:sz w:val="20"/>
        </w:rPr>
        <w:t>Aksel VA</w:t>
      </w:r>
      <w:r w:rsidR="000F45C0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 xml:space="preserve">OÜ </w:t>
      </w:r>
      <w:r w:rsidRPr="00330C91">
        <w:rPr>
          <w:spacing w:val="0"/>
          <w:position w:val="0"/>
          <w:sz w:val="20"/>
        </w:rPr>
        <w:t>vahelise</w:t>
      </w:r>
    </w:p>
    <w:p w14:paraId="7A615A42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3D0A192" w14:textId="7F0F603C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957209">
        <w:rPr>
          <w:spacing w:val="0"/>
          <w:position w:val="0"/>
          <w:sz w:val="20"/>
        </w:rPr>
        <w:t>202</w:t>
      </w:r>
      <w:r w:rsidR="00635176">
        <w:rPr>
          <w:spacing w:val="0"/>
          <w:position w:val="0"/>
          <w:sz w:val="20"/>
        </w:rPr>
        <w:t>5</w:t>
      </w:r>
      <w:r w:rsidR="00957209">
        <w:rPr>
          <w:spacing w:val="0"/>
          <w:position w:val="0"/>
          <w:sz w:val="20"/>
        </w:rPr>
        <w:t>/</w:t>
      </w:r>
      <w:r w:rsidR="00635176">
        <w:rPr>
          <w:spacing w:val="0"/>
          <w:position w:val="0"/>
          <w:sz w:val="20"/>
        </w:rPr>
        <w:t>87</w:t>
      </w:r>
      <w:r w:rsidRPr="00330C91">
        <w:rPr>
          <w:spacing w:val="0"/>
          <w:position w:val="0"/>
          <w:sz w:val="20"/>
        </w:rPr>
        <w:t xml:space="preserve"> juurde</w:t>
      </w:r>
    </w:p>
    <w:p w14:paraId="75D320CC" w14:textId="77777777" w:rsidR="005253F3" w:rsidRPr="00330C91" w:rsidRDefault="005253F3" w:rsidP="00A111CB">
      <w:pPr>
        <w:jc w:val="center"/>
      </w:pPr>
    </w:p>
    <w:p w14:paraId="3F9E2C3E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214235C" w14:textId="77777777" w:rsidR="005253F3" w:rsidRPr="00330C91" w:rsidRDefault="005253F3" w:rsidP="00D2770C">
      <w:pPr>
        <w:jc w:val="center"/>
        <w:rPr>
          <w:sz w:val="18"/>
        </w:rPr>
      </w:pPr>
    </w:p>
    <w:p w14:paraId="499D5C4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34EA2A85" w14:textId="77777777" w:rsidR="005253F3" w:rsidRPr="00330C91" w:rsidRDefault="005253F3" w:rsidP="005655A4">
      <w:pPr>
        <w:rPr>
          <w:sz w:val="18"/>
          <w:szCs w:val="18"/>
        </w:rPr>
      </w:pPr>
    </w:p>
    <w:p w14:paraId="166E0D88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1709CC63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6DF2AB5C" w14:textId="67C9A8E5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494421">
        <w:rPr>
          <w:sz w:val="20"/>
        </w:rPr>
        <w:t>26</w:t>
      </w:r>
      <w:r w:rsidR="002431FC">
        <w:rPr>
          <w:sz w:val="20"/>
        </w:rPr>
        <w:t>.0</w:t>
      </w:r>
      <w:r w:rsidR="00494421">
        <w:rPr>
          <w:sz w:val="20"/>
        </w:rPr>
        <w:t>2</w:t>
      </w:r>
      <w:r w:rsidR="00A17551">
        <w:rPr>
          <w:sz w:val="20"/>
        </w:rPr>
        <w:t>.202</w:t>
      </w:r>
      <w:r w:rsidR="00494421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 w:rsidR="001C3CA4">
        <w:rPr>
          <w:sz w:val="20"/>
        </w:rPr>
        <w:t>nnistamise protokolli nr 3-3.4/</w:t>
      </w:r>
      <w:r w:rsidR="00136DE5">
        <w:rPr>
          <w:sz w:val="20"/>
        </w:rPr>
        <w:t>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494421">
        <w:rPr>
          <w:bCs/>
          <w:sz w:val="20"/>
        </w:rPr>
        <w:t>märts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494421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494421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494421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136"/>
        <w:gridCol w:w="1417"/>
        <w:gridCol w:w="850"/>
        <w:gridCol w:w="710"/>
        <w:gridCol w:w="567"/>
        <w:gridCol w:w="716"/>
        <w:gridCol w:w="835"/>
      </w:tblGrid>
      <w:tr w:rsidR="00494421" w:rsidRPr="00330C91" w14:paraId="03A7FE41" w14:textId="77777777" w:rsidTr="00494421">
        <w:trPr>
          <w:trHeight w:val="255"/>
        </w:trPr>
        <w:tc>
          <w:tcPr>
            <w:tcW w:w="1857" w:type="pct"/>
            <w:noWrap/>
          </w:tcPr>
          <w:p w14:paraId="11A4C782" w14:textId="77777777" w:rsidR="00494421" w:rsidRPr="00330C9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73" w:type="pct"/>
            <w:noWrap/>
          </w:tcPr>
          <w:p w14:paraId="79868D08" w14:textId="77777777" w:rsidR="00494421" w:rsidRPr="00330C9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715" w:type="pct"/>
          </w:tcPr>
          <w:p w14:paraId="39DD5EB2" w14:textId="77777777" w:rsidR="00494421" w:rsidRPr="00330C9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429" w:type="pct"/>
          </w:tcPr>
          <w:p w14:paraId="6F9B25B2" w14:textId="02C19798" w:rsidR="0049442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358" w:type="pct"/>
          </w:tcPr>
          <w:p w14:paraId="2E02164D" w14:textId="052BF051" w:rsidR="0049442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286" w:type="pct"/>
          </w:tcPr>
          <w:p w14:paraId="7C86B6FD" w14:textId="358B5689" w:rsidR="0049442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361" w:type="pct"/>
          </w:tcPr>
          <w:p w14:paraId="5727106E" w14:textId="3F18DE92" w:rsidR="0049442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juuni</w:t>
            </w:r>
          </w:p>
        </w:tc>
        <w:tc>
          <w:tcPr>
            <w:tcW w:w="421" w:type="pct"/>
            <w:noWrap/>
          </w:tcPr>
          <w:p w14:paraId="10AE2401" w14:textId="77777777" w:rsidR="00494421" w:rsidRPr="00330C91" w:rsidRDefault="0049442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494421" w:rsidRPr="00330C91" w14:paraId="7B8C565C" w14:textId="77777777" w:rsidTr="00494421">
        <w:trPr>
          <w:trHeight w:val="255"/>
        </w:trPr>
        <w:tc>
          <w:tcPr>
            <w:tcW w:w="1857" w:type="pct"/>
            <w:noWrap/>
            <w:vAlign w:val="center"/>
          </w:tcPr>
          <w:p w14:paraId="5ED1A674" w14:textId="77777777" w:rsidR="00494421" w:rsidRDefault="00494421" w:rsidP="004944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  <w:p w14:paraId="2BEB9BBD" w14:textId="77777777" w:rsidR="00494421" w:rsidRPr="00330C91" w:rsidRDefault="00494421" w:rsidP="00494421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573" w:type="pct"/>
            <w:noWrap/>
            <w:vAlign w:val="center"/>
          </w:tcPr>
          <w:p w14:paraId="08C27535" w14:textId="77777777" w:rsidR="00494421" w:rsidRPr="00330C91" w:rsidRDefault="00494421" w:rsidP="00494421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Väike-Maarja</w:t>
            </w:r>
          </w:p>
        </w:tc>
        <w:tc>
          <w:tcPr>
            <w:tcW w:w="715" w:type="pct"/>
            <w:vAlign w:val="center"/>
          </w:tcPr>
          <w:p w14:paraId="27173A09" w14:textId="77777777" w:rsidR="00494421" w:rsidRPr="00330C91" w:rsidRDefault="00494421" w:rsidP="0049442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429" w:type="pct"/>
            <w:vAlign w:val="center"/>
          </w:tcPr>
          <w:p w14:paraId="226ADEF7" w14:textId="0861C19D" w:rsidR="00494421" w:rsidRDefault="00494421" w:rsidP="0049442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  <w:tc>
          <w:tcPr>
            <w:tcW w:w="358" w:type="pct"/>
            <w:vAlign w:val="center"/>
          </w:tcPr>
          <w:p w14:paraId="78F8703C" w14:textId="1A450A2F" w:rsidR="00494421" w:rsidRDefault="00494421" w:rsidP="0049442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  <w:tc>
          <w:tcPr>
            <w:tcW w:w="286" w:type="pct"/>
            <w:vAlign w:val="center"/>
          </w:tcPr>
          <w:p w14:paraId="411A458F" w14:textId="29D92D99" w:rsidR="00494421" w:rsidRDefault="00494421" w:rsidP="0049442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75</w:t>
            </w:r>
          </w:p>
        </w:tc>
        <w:tc>
          <w:tcPr>
            <w:tcW w:w="361" w:type="pct"/>
            <w:vAlign w:val="center"/>
          </w:tcPr>
          <w:p w14:paraId="27EB5412" w14:textId="77777777" w:rsidR="00494421" w:rsidRDefault="00494421" w:rsidP="00494421">
            <w:pPr>
              <w:jc w:val="center"/>
              <w:rPr>
                <w:bCs/>
                <w:sz w:val="20"/>
              </w:rPr>
            </w:pPr>
          </w:p>
        </w:tc>
        <w:tc>
          <w:tcPr>
            <w:tcW w:w="421" w:type="pct"/>
            <w:noWrap/>
            <w:vAlign w:val="center"/>
          </w:tcPr>
          <w:p w14:paraId="0A04F735" w14:textId="4AF2FC96" w:rsidR="00494421" w:rsidRPr="00330C91" w:rsidRDefault="00494421" w:rsidP="0049442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=SUM(LEFT)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145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</w:tbl>
    <w:p w14:paraId="51DA0AC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4DC1171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7995E8C6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70FF423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B41863">
        <w:rPr>
          <w:spacing w:val="0"/>
          <w:position w:val="0"/>
          <w:sz w:val="20"/>
          <w:lang w:eastAsia="et-EE"/>
        </w:rPr>
        <w:t>est Tarneperioodi jooksul kuni 1</w:t>
      </w:r>
      <w:r w:rsidR="008C44DC">
        <w:rPr>
          <w:spacing w:val="0"/>
          <w:position w:val="0"/>
          <w:sz w:val="20"/>
          <w:lang w:eastAsia="et-EE"/>
        </w:rPr>
        <w:t xml:space="preserve">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0A158E1A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77F93570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2E83FA28" w14:textId="77777777" w:rsidR="005253F3" w:rsidRPr="00330C91" w:rsidRDefault="005253F3" w:rsidP="00EB57EF">
      <w:pPr>
        <w:rPr>
          <w:b/>
          <w:sz w:val="20"/>
        </w:rPr>
      </w:pPr>
    </w:p>
    <w:p w14:paraId="18209CB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629A7B9" w14:textId="77777777" w:rsidR="005253F3" w:rsidRPr="00330C91" w:rsidRDefault="005253F3" w:rsidP="00EB57EF">
      <w:pPr>
        <w:rPr>
          <w:b/>
          <w:sz w:val="20"/>
        </w:rPr>
      </w:pPr>
    </w:p>
    <w:p w14:paraId="77142C5C" w14:textId="77777777" w:rsidR="005253F3" w:rsidRPr="00330C91" w:rsidRDefault="005253F3" w:rsidP="00EB57EF">
      <w:pPr>
        <w:rPr>
          <w:i/>
          <w:sz w:val="20"/>
        </w:rPr>
      </w:pPr>
    </w:p>
    <w:p w14:paraId="5BF6C28D" w14:textId="77777777" w:rsidR="007207F8" w:rsidRPr="00330C91" w:rsidRDefault="007207F8" w:rsidP="007207F8">
      <w:pPr>
        <w:rPr>
          <w:sz w:val="20"/>
        </w:rPr>
      </w:pPr>
    </w:p>
    <w:p w14:paraId="24928240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57209">
        <w:rPr>
          <w:sz w:val="20"/>
        </w:rPr>
        <w:t>Indrek Aksel</w:t>
      </w:r>
    </w:p>
    <w:p w14:paraId="239BA1BA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24981332" w14:textId="77777777" w:rsidR="005253F3" w:rsidRPr="00330C91" w:rsidRDefault="005253F3" w:rsidP="00D83439">
      <w:pPr>
        <w:rPr>
          <w:b/>
          <w:sz w:val="20"/>
        </w:rPr>
      </w:pPr>
    </w:p>
    <w:p w14:paraId="7E2D8B2E" w14:textId="77777777" w:rsidR="009A1256" w:rsidRDefault="009A1256" w:rsidP="00B8365C">
      <w:pPr>
        <w:ind w:left="5440" w:firstLine="680"/>
        <w:rPr>
          <w:bCs/>
          <w:sz w:val="18"/>
          <w:szCs w:val="18"/>
        </w:rPr>
      </w:pPr>
    </w:p>
    <w:p w14:paraId="49A330C6" w14:textId="77777777" w:rsidR="009A1256" w:rsidRPr="009A1256" w:rsidRDefault="009A1256" w:rsidP="009A1256">
      <w:pPr>
        <w:rPr>
          <w:sz w:val="18"/>
          <w:szCs w:val="18"/>
        </w:rPr>
      </w:pPr>
    </w:p>
    <w:p w14:paraId="6697A4F7" w14:textId="77777777" w:rsidR="009A1256" w:rsidRPr="009A1256" w:rsidRDefault="009A1256" w:rsidP="009A1256">
      <w:pPr>
        <w:rPr>
          <w:sz w:val="18"/>
          <w:szCs w:val="18"/>
        </w:rPr>
      </w:pPr>
    </w:p>
    <w:p w14:paraId="45D79EA9" w14:textId="77777777" w:rsidR="009A1256" w:rsidRPr="009A1256" w:rsidRDefault="009A1256" w:rsidP="009A1256">
      <w:pPr>
        <w:rPr>
          <w:sz w:val="18"/>
          <w:szCs w:val="18"/>
        </w:rPr>
      </w:pPr>
    </w:p>
    <w:p w14:paraId="0A511972" w14:textId="77777777" w:rsidR="009A1256" w:rsidRPr="009A1256" w:rsidRDefault="009A1256" w:rsidP="009A1256">
      <w:pPr>
        <w:rPr>
          <w:sz w:val="18"/>
          <w:szCs w:val="18"/>
        </w:rPr>
      </w:pPr>
    </w:p>
    <w:p w14:paraId="0378A6FC" w14:textId="77777777" w:rsidR="009A1256" w:rsidRPr="009A1256" w:rsidRDefault="009A1256" w:rsidP="009A1256">
      <w:pPr>
        <w:rPr>
          <w:sz w:val="18"/>
          <w:szCs w:val="18"/>
        </w:rPr>
      </w:pPr>
    </w:p>
    <w:p w14:paraId="1E3EA0E9" w14:textId="77777777" w:rsidR="009A1256" w:rsidRPr="009A1256" w:rsidRDefault="009A1256" w:rsidP="009A1256">
      <w:pPr>
        <w:rPr>
          <w:sz w:val="18"/>
          <w:szCs w:val="18"/>
        </w:rPr>
      </w:pPr>
    </w:p>
    <w:p w14:paraId="67EF7F00" w14:textId="77777777" w:rsidR="009A1256" w:rsidRDefault="009A1256" w:rsidP="009A1256">
      <w:pPr>
        <w:rPr>
          <w:sz w:val="18"/>
          <w:szCs w:val="18"/>
        </w:rPr>
      </w:pPr>
    </w:p>
    <w:p w14:paraId="5CEFE879" w14:textId="77777777" w:rsidR="009A1256" w:rsidRDefault="009A1256" w:rsidP="009A1256">
      <w:pPr>
        <w:rPr>
          <w:sz w:val="18"/>
          <w:szCs w:val="18"/>
        </w:rPr>
      </w:pPr>
    </w:p>
    <w:p w14:paraId="3E5C2EE2" w14:textId="77777777" w:rsidR="009A1256" w:rsidRDefault="009A1256" w:rsidP="009A1256">
      <w:pPr>
        <w:rPr>
          <w:sz w:val="18"/>
          <w:szCs w:val="18"/>
        </w:rPr>
      </w:pPr>
    </w:p>
    <w:p w14:paraId="414A80FB" w14:textId="77777777" w:rsidR="009A1256" w:rsidRDefault="009A1256" w:rsidP="009A1256">
      <w:pPr>
        <w:rPr>
          <w:sz w:val="18"/>
          <w:szCs w:val="18"/>
        </w:rPr>
      </w:pPr>
    </w:p>
    <w:p w14:paraId="3DE8F467" w14:textId="77777777" w:rsidR="009A1256" w:rsidRDefault="009A1256" w:rsidP="009A1256">
      <w:pPr>
        <w:rPr>
          <w:sz w:val="18"/>
          <w:szCs w:val="18"/>
        </w:rPr>
      </w:pPr>
    </w:p>
    <w:p w14:paraId="4CD6FC49" w14:textId="77777777" w:rsidR="009A1256" w:rsidRDefault="009A1256" w:rsidP="009A1256">
      <w:pPr>
        <w:rPr>
          <w:sz w:val="18"/>
          <w:szCs w:val="18"/>
        </w:rPr>
      </w:pPr>
    </w:p>
    <w:p w14:paraId="0A0BEAB0" w14:textId="77777777" w:rsidR="009A1256" w:rsidRDefault="009A1256" w:rsidP="009A1256">
      <w:pPr>
        <w:rPr>
          <w:sz w:val="18"/>
          <w:szCs w:val="18"/>
        </w:rPr>
      </w:pPr>
    </w:p>
    <w:p w14:paraId="07F2EF91" w14:textId="77777777" w:rsidR="009A1256" w:rsidRDefault="009A1256" w:rsidP="009A1256">
      <w:pPr>
        <w:rPr>
          <w:sz w:val="18"/>
          <w:szCs w:val="18"/>
        </w:rPr>
      </w:pPr>
    </w:p>
    <w:p w14:paraId="7B898D4E" w14:textId="77777777" w:rsidR="009A1256" w:rsidRDefault="009A1256" w:rsidP="009A1256">
      <w:pPr>
        <w:rPr>
          <w:sz w:val="18"/>
          <w:szCs w:val="18"/>
        </w:rPr>
      </w:pPr>
    </w:p>
    <w:p w14:paraId="58A34F4C" w14:textId="77777777" w:rsidR="009A1256" w:rsidRDefault="009A1256" w:rsidP="009A1256">
      <w:pPr>
        <w:rPr>
          <w:sz w:val="18"/>
          <w:szCs w:val="18"/>
        </w:rPr>
      </w:pPr>
    </w:p>
    <w:p w14:paraId="28D942AE" w14:textId="77777777" w:rsidR="009A1256" w:rsidRDefault="009A1256" w:rsidP="009A1256">
      <w:pPr>
        <w:rPr>
          <w:sz w:val="18"/>
          <w:szCs w:val="18"/>
        </w:rPr>
      </w:pPr>
    </w:p>
    <w:p w14:paraId="74429FD1" w14:textId="77777777" w:rsidR="009A1256" w:rsidRDefault="009A1256" w:rsidP="009A1256">
      <w:pPr>
        <w:rPr>
          <w:sz w:val="18"/>
          <w:szCs w:val="18"/>
        </w:rPr>
      </w:pPr>
    </w:p>
    <w:p w14:paraId="24EA1D41" w14:textId="77777777" w:rsidR="009A1256" w:rsidRPr="009A1256" w:rsidRDefault="009A1256" w:rsidP="009A1256">
      <w:pPr>
        <w:rPr>
          <w:sz w:val="18"/>
          <w:szCs w:val="18"/>
        </w:rPr>
      </w:pPr>
    </w:p>
    <w:p w14:paraId="07EC26F7" w14:textId="77777777" w:rsidR="009A1256" w:rsidRPr="009A1256" w:rsidRDefault="009A1256" w:rsidP="009A1256">
      <w:pPr>
        <w:rPr>
          <w:sz w:val="18"/>
          <w:szCs w:val="18"/>
        </w:rPr>
      </w:pPr>
    </w:p>
    <w:p w14:paraId="485B8D33" w14:textId="77777777" w:rsidR="009A1256" w:rsidRPr="009A1256" w:rsidRDefault="009A1256" w:rsidP="009A1256">
      <w:pPr>
        <w:rPr>
          <w:sz w:val="18"/>
          <w:szCs w:val="18"/>
        </w:rPr>
      </w:pPr>
    </w:p>
    <w:p w14:paraId="2227F7AE" w14:textId="77777777" w:rsidR="009A1256" w:rsidRPr="00330C91" w:rsidRDefault="009A1256" w:rsidP="009A125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2</w:t>
      </w:r>
    </w:p>
    <w:p w14:paraId="72558308" w14:textId="77777777" w:rsidR="009A1256" w:rsidRPr="00330C91" w:rsidRDefault="009A1256" w:rsidP="009A125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Aksel VA OÜ </w:t>
      </w:r>
      <w:r w:rsidRPr="00330C91">
        <w:rPr>
          <w:spacing w:val="0"/>
          <w:position w:val="0"/>
          <w:sz w:val="20"/>
        </w:rPr>
        <w:t>vahelise</w:t>
      </w:r>
    </w:p>
    <w:p w14:paraId="5590CC48" w14:textId="77777777" w:rsidR="009A1256" w:rsidRPr="00330C91" w:rsidRDefault="009A1256" w:rsidP="009A125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EF9C218" w14:textId="782E57F9" w:rsidR="009A1256" w:rsidRPr="00330C91" w:rsidRDefault="009A1256" w:rsidP="009A125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>
        <w:rPr>
          <w:spacing w:val="0"/>
          <w:position w:val="0"/>
          <w:sz w:val="20"/>
        </w:rPr>
        <w:t>87</w:t>
      </w:r>
      <w:r w:rsidRPr="00330C91">
        <w:rPr>
          <w:spacing w:val="0"/>
          <w:position w:val="0"/>
          <w:sz w:val="20"/>
        </w:rPr>
        <w:t xml:space="preserve"> juurde</w:t>
      </w:r>
    </w:p>
    <w:p w14:paraId="3E97E7B0" w14:textId="77777777" w:rsidR="009A1256" w:rsidRPr="00330C91" w:rsidRDefault="009A1256" w:rsidP="009A1256">
      <w:pPr>
        <w:pStyle w:val="Pealkiri1"/>
        <w:jc w:val="center"/>
        <w:rPr>
          <w:bCs/>
          <w:kern w:val="0"/>
          <w:sz w:val="18"/>
          <w:szCs w:val="18"/>
        </w:rPr>
      </w:pPr>
    </w:p>
    <w:p w14:paraId="64A02406" w14:textId="77777777" w:rsidR="009A1256" w:rsidRPr="00330C91" w:rsidRDefault="009A1256" w:rsidP="009A1256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6E92F941" w14:textId="77777777" w:rsidR="009A1256" w:rsidRPr="00330C91" w:rsidRDefault="009A1256" w:rsidP="009A1256">
      <w:pPr>
        <w:rPr>
          <w:sz w:val="20"/>
        </w:rPr>
      </w:pPr>
    </w:p>
    <w:p w14:paraId="17713537" w14:textId="77777777" w:rsidR="009A1256" w:rsidRPr="00330C91" w:rsidRDefault="009A1256" w:rsidP="009A1256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digiallkirja kuupäevale</w:t>
      </w:r>
    </w:p>
    <w:p w14:paraId="6D134988" w14:textId="77777777" w:rsidR="009A1256" w:rsidRPr="00330C91" w:rsidRDefault="009A1256" w:rsidP="009A1256">
      <w:pPr>
        <w:rPr>
          <w:sz w:val="18"/>
          <w:szCs w:val="18"/>
        </w:rPr>
      </w:pPr>
    </w:p>
    <w:p w14:paraId="17F8DC59" w14:textId="77777777" w:rsidR="009A1256" w:rsidRPr="00330C91" w:rsidRDefault="009A1256" w:rsidP="009A1256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4129F236" w14:textId="77777777" w:rsidR="009A1256" w:rsidRPr="00330C91" w:rsidRDefault="009A1256" w:rsidP="009A1256">
      <w:pPr>
        <w:rPr>
          <w:b/>
          <w:sz w:val="18"/>
        </w:rPr>
      </w:pPr>
    </w:p>
    <w:p w14:paraId="013DDE15" w14:textId="77777777" w:rsidR="009A1256" w:rsidRPr="00330C91" w:rsidRDefault="009A1256" w:rsidP="009A1256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D7D84A6" w14:textId="77777777" w:rsidR="009A1256" w:rsidRPr="00330C91" w:rsidRDefault="009A1256" w:rsidP="009A1256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1356B6EA" w14:textId="77777777" w:rsidR="009A1256" w:rsidRPr="00330C91" w:rsidRDefault="009A1256" w:rsidP="009A1256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636541" w:rsidRPr="00330C91" w14:paraId="16D366D6" w14:textId="77777777" w:rsidTr="00636541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F73" w14:textId="77777777" w:rsidR="00636541" w:rsidRPr="00330C91" w:rsidRDefault="00636541" w:rsidP="00EB6F7C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A59" w14:textId="77777777" w:rsidR="00636541" w:rsidRPr="00330C91" w:rsidRDefault="00636541" w:rsidP="00EB6F7C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69B" w14:textId="77777777" w:rsidR="00636541" w:rsidRPr="00330C91" w:rsidRDefault="00636541" w:rsidP="00EB6F7C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0EB" w14:textId="77777777" w:rsidR="00636541" w:rsidRPr="00330C91" w:rsidRDefault="00636541" w:rsidP="00EB6F7C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636541" w:rsidRPr="00330C91" w14:paraId="0A0DDCF5" w14:textId="77777777" w:rsidTr="00636541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D83D" w14:textId="77777777" w:rsidR="00636541" w:rsidRPr="00330C91" w:rsidRDefault="00636541" w:rsidP="00EB6F7C">
            <w:pPr>
              <w:rPr>
                <w:bCs/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745A" w14:textId="1FAC62E3" w:rsidR="00636541" w:rsidRPr="00330C91" w:rsidRDefault="008B5A49" w:rsidP="00EB6F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(13)</w:t>
            </w:r>
            <w:r w:rsidR="00636541">
              <w:rPr>
                <w:bCs/>
                <w:sz w:val="20"/>
              </w:rPr>
              <w:t>16-60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1947" w14:textId="77777777" w:rsidR="00636541" w:rsidRPr="007C07D4" w:rsidRDefault="00636541" w:rsidP="00EB6F7C">
            <w:pPr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  <w:p w14:paraId="46F0A537" w14:textId="77777777" w:rsidR="00636541" w:rsidRPr="00330C91" w:rsidRDefault="00636541" w:rsidP="00EB6F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(+</w:t>
            </w:r>
            <w:proofErr w:type="spellStart"/>
            <w:r>
              <w:rPr>
                <w:bCs/>
                <w:sz w:val="20"/>
              </w:rPr>
              <w:t>ülemõõt</w:t>
            </w:r>
            <w:proofErr w:type="spellEnd"/>
            <w:r>
              <w:rPr>
                <w:bCs/>
                <w:sz w:val="20"/>
              </w:rPr>
              <w:t xml:space="preserve"> min 5cm) 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0274" w14:textId="77777777" w:rsidR="00636541" w:rsidRPr="00330C91" w:rsidRDefault="00636541" w:rsidP="00EB6F7C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50E25B0D" w14:textId="77777777" w:rsidR="009A1256" w:rsidRPr="00330C91" w:rsidRDefault="009A1256" w:rsidP="009A1256">
      <w:pPr>
        <w:rPr>
          <w:b/>
          <w:bCs/>
          <w:sz w:val="20"/>
        </w:rPr>
      </w:pPr>
    </w:p>
    <w:p w14:paraId="16CBD678" w14:textId="77777777" w:rsidR="009A1256" w:rsidRPr="00330C91" w:rsidRDefault="009A1256" w:rsidP="009A1256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24EF7DC8" w14:textId="77777777" w:rsidR="009A1256" w:rsidRPr="00330C91" w:rsidRDefault="009A1256" w:rsidP="009A1256">
      <w:pPr>
        <w:rPr>
          <w:spacing w:val="0"/>
          <w:position w:val="0"/>
          <w:sz w:val="20"/>
          <w:lang w:eastAsia="et-EE"/>
        </w:rPr>
      </w:pPr>
    </w:p>
    <w:p w14:paraId="12B92060" w14:textId="77777777" w:rsidR="009A1256" w:rsidRPr="00330C91" w:rsidRDefault="009A1256" w:rsidP="009A1256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31BB79F" w14:textId="77777777" w:rsidR="009A1256" w:rsidRPr="00330C91" w:rsidRDefault="009A1256" w:rsidP="009A1256">
      <w:pPr>
        <w:rPr>
          <w:b/>
          <w:sz w:val="20"/>
        </w:rPr>
      </w:pPr>
    </w:p>
    <w:p w14:paraId="39604A2B" w14:textId="77777777" w:rsidR="009A1256" w:rsidRPr="00330C91" w:rsidRDefault="009A1256" w:rsidP="009A1256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E0A33AE" w14:textId="77777777" w:rsidR="009A1256" w:rsidRPr="00330C91" w:rsidRDefault="009A1256" w:rsidP="009A1256">
      <w:pPr>
        <w:rPr>
          <w:sz w:val="20"/>
        </w:rPr>
      </w:pPr>
    </w:p>
    <w:p w14:paraId="286D6ECF" w14:textId="77777777" w:rsidR="009A1256" w:rsidRPr="00330C91" w:rsidRDefault="009A1256" w:rsidP="009A1256">
      <w:pPr>
        <w:rPr>
          <w:i/>
          <w:sz w:val="20"/>
        </w:rPr>
      </w:pPr>
    </w:p>
    <w:p w14:paraId="0940B173" w14:textId="77777777" w:rsidR="009A1256" w:rsidRPr="00330C91" w:rsidRDefault="009A1256" w:rsidP="009A1256">
      <w:pPr>
        <w:rPr>
          <w:sz w:val="20"/>
        </w:rPr>
      </w:pPr>
    </w:p>
    <w:p w14:paraId="11E44FBD" w14:textId="77777777" w:rsidR="009A1256" w:rsidRPr="00C938C1" w:rsidRDefault="009A1256" w:rsidP="009A1256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Indrek Aksel</w:t>
      </w:r>
    </w:p>
    <w:p w14:paraId="7ED3B9A8" w14:textId="77777777" w:rsidR="009A1256" w:rsidRPr="00D83439" w:rsidRDefault="009A1256" w:rsidP="009A1256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188B882F" w14:textId="77777777" w:rsidR="009A1256" w:rsidRDefault="009A1256" w:rsidP="00B8365C">
      <w:pPr>
        <w:ind w:left="5440" w:firstLine="680"/>
        <w:rPr>
          <w:bCs/>
          <w:sz w:val="18"/>
          <w:szCs w:val="18"/>
        </w:rPr>
      </w:pPr>
    </w:p>
    <w:p w14:paraId="79252899" w14:textId="7B44C6CC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9A1256">
        <w:rPr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1B68131" w14:textId="77777777" w:rsidR="00635176" w:rsidRPr="00330C91" w:rsidRDefault="00635176" w:rsidP="0063517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Aksel VA OÜ </w:t>
      </w:r>
      <w:r w:rsidRPr="00330C91">
        <w:rPr>
          <w:spacing w:val="0"/>
          <w:position w:val="0"/>
          <w:sz w:val="20"/>
        </w:rPr>
        <w:t>vahelise</w:t>
      </w:r>
    </w:p>
    <w:p w14:paraId="61870772" w14:textId="77777777" w:rsidR="00635176" w:rsidRPr="00330C91" w:rsidRDefault="00635176" w:rsidP="0063517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43587AB" w14:textId="77777777" w:rsidR="00635176" w:rsidRPr="00330C91" w:rsidRDefault="00635176" w:rsidP="0063517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2025/87</w:t>
      </w:r>
      <w:r w:rsidRPr="00330C91">
        <w:rPr>
          <w:spacing w:val="0"/>
          <w:position w:val="0"/>
          <w:sz w:val="20"/>
        </w:rPr>
        <w:t xml:space="preserve"> juurde</w:t>
      </w:r>
    </w:p>
    <w:p w14:paraId="2D210414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66A6302E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  <w:r w:rsidR="00513886">
        <w:rPr>
          <w:sz w:val="20"/>
        </w:rPr>
        <w:t>/ETTEMASKUGRAAFIK</w:t>
      </w:r>
    </w:p>
    <w:p w14:paraId="10934867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7D4D5C46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1BD9E6DD" w14:textId="77777777" w:rsidR="005253F3" w:rsidRPr="00330C91" w:rsidRDefault="005253F3" w:rsidP="00B30713">
      <w:pPr>
        <w:rPr>
          <w:sz w:val="18"/>
          <w:szCs w:val="18"/>
        </w:rPr>
      </w:pPr>
    </w:p>
    <w:p w14:paraId="117A6276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1F2008DC" w14:textId="77777777" w:rsidR="005253F3" w:rsidRPr="00330C91" w:rsidRDefault="005253F3" w:rsidP="005655A4">
      <w:pPr>
        <w:rPr>
          <w:b/>
          <w:sz w:val="18"/>
        </w:rPr>
      </w:pPr>
    </w:p>
    <w:p w14:paraId="2B00980B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50D5B9B5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  <w:gridCol w:w="1585"/>
      </w:tblGrid>
      <w:tr w:rsidR="000A0DDE" w:rsidRPr="00330C91" w14:paraId="4544A001" w14:textId="77777777" w:rsidTr="00D75B5C">
        <w:trPr>
          <w:trHeight w:val="277"/>
        </w:trPr>
        <w:tc>
          <w:tcPr>
            <w:tcW w:w="2977" w:type="dxa"/>
            <w:vAlign w:val="bottom"/>
          </w:tcPr>
          <w:p w14:paraId="32423B2F" w14:textId="77777777" w:rsidR="000A0DDE" w:rsidRPr="00330C91" w:rsidRDefault="000A0DDE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31E5392A" w14:textId="77777777" w:rsidR="000A0DDE" w:rsidRPr="00330C91" w:rsidRDefault="000A0DDE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41CED7D9" w14:textId="77777777" w:rsidR="000A0DDE" w:rsidRPr="00330C91" w:rsidRDefault="000A0DDE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1585" w:type="dxa"/>
          </w:tcPr>
          <w:p w14:paraId="373B86A2" w14:textId="77777777" w:rsidR="000A0DDE" w:rsidRPr="00330C91" w:rsidRDefault="000A0DDE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  <w:tc>
          <w:tcPr>
            <w:tcW w:w="1585" w:type="dxa"/>
            <w:vAlign w:val="bottom"/>
          </w:tcPr>
          <w:p w14:paraId="01A8D6C9" w14:textId="77777777" w:rsidR="000A0DDE" w:rsidRPr="00330C91" w:rsidRDefault="000A0DDE" w:rsidP="0078716E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="0078716E">
              <w:rPr>
                <w:b/>
                <w:sz w:val="20"/>
              </w:rPr>
              <w:t>praak</w:t>
            </w:r>
            <w:r w:rsidRPr="00330C91">
              <w:rPr>
                <w:b/>
                <w:sz w:val="20"/>
              </w:rPr>
              <w:t xml:space="preserve">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6271F7" w:rsidRPr="00330C91" w14:paraId="4512DFF6" w14:textId="77777777" w:rsidTr="00BD105C">
        <w:trPr>
          <w:trHeight w:val="287"/>
        </w:trPr>
        <w:tc>
          <w:tcPr>
            <w:tcW w:w="2977" w:type="dxa"/>
            <w:vAlign w:val="center"/>
          </w:tcPr>
          <w:p w14:paraId="74BB2F09" w14:textId="3F95B859" w:rsidR="006271F7" w:rsidRPr="00330C91" w:rsidRDefault="00A70883" w:rsidP="000F7FD4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Väike-Maarja</w:t>
            </w:r>
          </w:p>
        </w:tc>
        <w:tc>
          <w:tcPr>
            <w:tcW w:w="1966" w:type="dxa"/>
            <w:vAlign w:val="center"/>
          </w:tcPr>
          <w:p w14:paraId="4C086E6B" w14:textId="77777777" w:rsidR="006271F7" w:rsidRDefault="006271F7" w:rsidP="000F7FD4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  <w:p w14:paraId="7A80EC57" w14:textId="62D442A4" w:rsidR="006271F7" w:rsidRPr="00330C91" w:rsidRDefault="0060108F" w:rsidP="00043943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ED6973">
              <w:rPr>
                <w:sz w:val="20"/>
              </w:rPr>
              <w:t>ikkusega</w:t>
            </w:r>
            <w:r>
              <w:rPr>
                <w:sz w:val="20"/>
              </w:rPr>
              <w:t xml:space="preserve"> </w:t>
            </w:r>
            <w:r w:rsidR="00043943">
              <w:rPr>
                <w:sz w:val="20"/>
              </w:rPr>
              <w:t>30</w:t>
            </w:r>
            <w:r w:rsidR="006271F7">
              <w:rPr>
                <w:sz w:val="20"/>
              </w:rPr>
              <w:t>-6,0 m</w:t>
            </w:r>
          </w:p>
        </w:tc>
        <w:tc>
          <w:tcPr>
            <w:tcW w:w="1916" w:type="dxa"/>
            <w:vAlign w:val="center"/>
          </w:tcPr>
          <w:p w14:paraId="3EF7ADE8" w14:textId="77777777" w:rsidR="006271F7" w:rsidRPr="00330C91" w:rsidRDefault="005F288C" w:rsidP="000F7FD4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1585" w:type="dxa"/>
            <w:vAlign w:val="center"/>
          </w:tcPr>
          <w:p w14:paraId="3ED77120" w14:textId="29845954" w:rsidR="006271F7" w:rsidRPr="00330C91" w:rsidRDefault="008B5A49" w:rsidP="000F7FD4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</w:t>
            </w:r>
          </w:p>
        </w:tc>
        <w:tc>
          <w:tcPr>
            <w:tcW w:w="1585" w:type="dxa"/>
            <w:vAlign w:val="center"/>
          </w:tcPr>
          <w:p w14:paraId="6A1BBC47" w14:textId="77777777" w:rsidR="006271F7" w:rsidRPr="00330C91" w:rsidRDefault="007C07D4" w:rsidP="000F7FD4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</w:tr>
    </w:tbl>
    <w:p w14:paraId="0026B6FD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846BA7C" w14:textId="6E74B2CA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8B5A49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7C6D1830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0045DC4F" w14:textId="372918B3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8B5A49">
        <w:rPr>
          <w:bCs/>
          <w:sz w:val="20"/>
        </w:rPr>
        <w:t>14</w:t>
      </w:r>
      <w:r w:rsidR="0075603D">
        <w:rPr>
          <w:bCs/>
          <w:sz w:val="20"/>
        </w:rPr>
        <w:t>.0</w:t>
      </w:r>
      <w:r w:rsidR="008B5A49">
        <w:rPr>
          <w:bCs/>
          <w:sz w:val="20"/>
        </w:rPr>
        <w:t>3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8B5A49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740B28">
        <w:rPr>
          <w:bCs/>
          <w:sz w:val="20"/>
        </w:rPr>
        <w:t>30.0</w:t>
      </w:r>
      <w:r w:rsidR="008B5A49">
        <w:rPr>
          <w:bCs/>
          <w:sz w:val="20"/>
        </w:rPr>
        <w:t>6</w:t>
      </w:r>
      <w:r w:rsidR="00075039">
        <w:rPr>
          <w:bCs/>
          <w:sz w:val="20"/>
        </w:rPr>
        <w:t>.202</w:t>
      </w:r>
      <w:r w:rsidR="008B5A49">
        <w:rPr>
          <w:bCs/>
          <w:sz w:val="20"/>
        </w:rPr>
        <w:t>5</w:t>
      </w:r>
    </w:p>
    <w:p w14:paraId="13216159" w14:textId="77777777" w:rsidR="003D464E" w:rsidRDefault="003D464E" w:rsidP="005655A4">
      <w:pPr>
        <w:tabs>
          <w:tab w:val="left" w:pos="1134"/>
        </w:tabs>
        <w:jc w:val="both"/>
        <w:rPr>
          <w:bCs/>
          <w:sz w:val="20"/>
        </w:rPr>
      </w:pPr>
    </w:p>
    <w:p w14:paraId="02A051FA" w14:textId="77777777" w:rsidR="003D464E" w:rsidRDefault="003D464E" w:rsidP="003D464E">
      <w:pPr>
        <w:rPr>
          <w:sz w:val="20"/>
        </w:rPr>
      </w:pPr>
      <w:r>
        <w:rPr>
          <w:b/>
          <w:sz w:val="20"/>
        </w:rPr>
        <w:t xml:space="preserve">2. </w:t>
      </w:r>
      <w:r>
        <w:rPr>
          <w:sz w:val="20"/>
        </w:rPr>
        <w:t>Tähtajaline ettemaks kokkulepitud kuupäevaks kokkulepitud summas tuleb kanda RMK kontole nr EE781010402024861004. Maksekorraldusele lisada selgituseks märkus „Ettemaks metsamaterjali müügilepingu alusel“.</w:t>
      </w:r>
    </w:p>
    <w:p w14:paraId="5B759FF8" w14:textId="16A89B08" w:rsidR="003D464E" w:rsidRDefault="008B5A49" w:rsidP="003D464E">
      <w:pPr>
        <w:numPr>
          <w:ilvl w:val="0"/>
          <w:numId w:val="13"/>
        </w:numPr>
        <w:rPr>
          <w:sz w:val="20"/>
        </w:rPr>
      </w:pPr>
      <w:r>
        <w:rPr>
          <w:sz w:val="20"/>
        </w:rPr>
        <w:t>18</w:t>
      </w:r>
      <w:r w:rsidR="003D464E">
        <w:rPr>
          <w:sz w:val="20"/>
        </w:rPr>
        <w:t xml:space="preserve">. </w:t>
      </w:r>
      <w:r>
        <w:rPr>
          <w:sz w:val="20"/>
        </w:rPr>
        <w:t>märts</w:t>
      </w:r>
      <w:r w:rsidR="000D2319">
        <w:rPr>
          <w:sz w:val="20"/>
        </w:rPr>
        <w:t xml:space="preserve"> 202</w:t>
      </w:r>
      <w:r>
        <w:rPr>
          <w:sz w:val="20"/>
        </w:rPr>
        <w:t>5</w:t>
      </w:r>
      <w:r w:rsidR="003D464E">
        <w:rPr>
          <w:sz w:val="20"/>
        </w:rPr>
        <w:t xml:space="preserve">. a, summas </w:t>
      </w:r>
      <w:r>
        <w:rPr>
          <w:sz w:val="20"/>
        </w:rPr>
        <w:t>2730</w:t>
      </w:r>
      <w:r w:rsidR="00740B28">
        <w:rPr>
          <w:sz w:val="20"/>
        </w:rPr>
        <w:t xml:space="preserve">  (</w:t>
      </w:r>
      <w:r>
        <w:rPr>
          <w:sz w:val="20"/>
        </w:rPr>
        <w:t>kaks</w:t>
      </w:r>
      <w:r w:rsidR="003D464E">
        <w:rPr>
          <w:sz w:val="20"/>
        </w:rPr>
        <w:t xml:space="preserve"> tuhat</w:t>
      </w:r>
      <w:r w:rsidR="00740B28">
        <w:rPr>
          <w:sz w:val="20"/>
        </w:rPr>
        <w:t xml:space="preserve"> </w:t>
      </w:r>
      <w:r>
        <w:rPr>
          <w:sz w:val="20"/>
        </w:rPr>
        <w:t xml:space="preserve">seitsesada </w:t>
      </w:r>
      <w:r w:rsidR="00740B28">
        <w:rPr>
          <w:sz w:val="20"/>
        </w:rPr>
        <w:t>k</w:t>
      </w:r>
      <w:r>
        <w:rPr>
          <w:sz w:val="20"/>
        </w:rPr>
        <w:t>olm</w:t>
      </w:r>
      <w:r w:rsidR="00740B28">
        <w:rPr>
          <w:sz w:val="20"/>
        </w:rPr>
        <w:t>kümmend</w:t>
      </w:r>
      <w:r w:rsidR="000D2319">
        <w:rPr>
          <w:sz w:val="20"/>
        </w:rPr>
        <w:t xml:space="preserve"> </w:t>
      </w:r>
      <w:r w:rsidR="003D464E">
        <w:rPr>
          <w:sz w:val="20"/>
        </w:rPr>
        <w:t xml:space="preserve"> ) eurot;</w:t>
      </w:r>
    </w:p>
    <w:p w14:paraId="30C3B40E" w14:textId="6D8B4E73" w:rsidR="008B5A49" w:rsidRDefault="008B5A49" w:rsidP="003D464E">
      <w:pPr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1. </w:t>
      </w:r>
      <w:r>
        <w:rPr>
          <w:sz w:val="20"/>
        </w:rPr>
        <w:t xml:space="preserve">aprill </w:t>
      </w:r>
      <w:r>
        <w:rPr>
          <w:sz w:val="20"/>
        </w:rPr>
        <w:t>2025. a, summas 2730  (kaks tuhat seitsesada kolmkümmend  ) eurot;</w:t>
      </w:r>
    </w:p>
    <w:p w14:paraId="72EA839C" w14:textId="20937C0A" w:rsidR="008B5A49" w:rsidRDefault="008B5A49" w:rsidP="008B5A49">
      <w:pPr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1. </w:t>
      </w:r>
      <w:r>
        <w:rPr>
          <w:sz w:val="20"/>
        </w:rPr>
        <w:t>mai</w:t>
      </w:r>
      <w:r>
        <w:rPr>
          <w:sz w:val="20"/>
        </w:rPr>
        <w:t xml:space="preserve"> 2025. a, summas </w:t>
      </w:r>
      <w:r>
        <w:rPr>
          <w:sz w:val="20"/>
        </w:rPr>
        <w:t>5470</w:t>
      </w:r>
      <w:r>
        <w:rPr>
          <w:sz w:val="20"/>
        </w:rPr>
        <w:t xml:space="preserve">  (</w:t>
      </w:r>
      <w:r>
        <w:rPr>
          <w:sz w:val="20"/>
        </w:rPr>
        <w:t xml:space="preserve">viis </w:t>
      </w:r>
      <w:r>
        <w:rPr>
          <w:sz w:val="20"/>
        </w:rPr>
        <w:t>tuhat</w:t>
      </w:r>
      <w:r>
        <w:rPr>
          <w:sz w:val="20"/>
        </w:rPr>
        <w:t xml:space="preserve"> nelisada</w:t>
      </w:r>
      <w:r>
        <w:rPr>
          <w:sz w:val="20"/>
        </w:rPr>
        <w:t xml:space="preserve"> </w:t>
      </w:r>
      <w:r>
        <w:rPr>
          <w:sz w:val="20"/>
        </w:rPr>
        <w:t>seitse</w:t>
      </w:r>
      <w:r>
        <w:rPr>
          <w:sz w:val="20"/>
        </w:rPr>
        <w:t>kümmend  ) eurot</w:t>
      </w:r>
    </w:p>
    <w:p w14:paraId="2D67FF2D" w14:textId="77777777" w:rsidR="008B5A49" w:rsidRDefault="008B5A49" w:rsidP="008B5A49">
      <w:pPr>
        <w:ind w:left="360"/>
        <w:rPr>
          <w:sz w:val="20"/>
        </w:rPr>
      </w:pPr>
    </w:p>
    <w:p w14:paraId="4A86C950" w14:textId="77777777" w:rsidR="00ED6973" w:rsidRDefault="00ED6973" w:rsidP="00ED6973">
      <w:pPr>
        <w:ind w:left="720"/>
        <w:rPr>
          <w:sz w:val="20"/>
        </w:rPr>
      </w:pPr>
    </w:p>
    <w:p w14:paraId="2FE5EB6A" w14:textId="77777777" w:rsidR="003D464E" w:rsidRPr="00330C91" w:rsidRDefault="003D464E" w:rsidP="005655A4">
      <w:pPr>
        <w:tabs>
          <w:tab w:val="left" w:pos="1134"/>
        </w:tabs>
        <w:jc w:val="both"/>
        <w:rPr>
          <w:bCs/>
          <w:sz w:val="20"/>
        </w:rPr>
      </w:pPr>
    </w:p>
    <w:p w14:paraId="228503D2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63F05F9C" w14:textId="77777777" w:rsidR="005253F3" w:rsidRPr="00330C91" w:rsidRDefault="003D464E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1790D916" w14:textId="77777777" w:rsidR="005253F3" w:rsidRPr="00330C91" w:rsidRDefault="005253F3" w:rsidP="00EB57EF">
      <w:pPr>
        <w:rPr>
          <w:sz w:val="20"/>
        </w:rPr>
      </w:pPr>
    </w:p>
    <w:p w14:paraId="2AE4ECA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B58477F" w14:textId="77777777" w:rsidR="005253F3" w:rsidRPr="00330C91" w:rsidRDefault="005253F3" w:rsidP="00EB57EF">
      <w:pPr>
        <w:rPr>
          <w:sz w:val="20"/>
        </w:rPr>
      </w:pPr>
    </w:p>
    <w:p w14:paraId="74BB91C6" w14:textId="77777777" w:rsidR="005253F3" w:rsidRPr="00330C91" w:rsidRDefault="005253F3" w:rsidP="00EB57EF">
      <w:pPr>
        <w:rPr>
          <w:sz w:val="20"/>
        </w:rPr>
      </w:pPr>
    </w:p>
    <w:p w14:paraId="5AD45370" w14:textId="77777777" w:rsidR="007207F8" w:rsidRPr="00330C91" w:rsidRDefault="007207F8" w:rsidP="007207F8">
      <w:pPr>
        <w:rPr>
          <w:sz w:val="20"/>
        </w:rPr>
      </w:pPr>
    </w:p>
    <w:p w14:paraId="1E91C8EE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06212">
        <w:rPr>
          <w:sz w:val="20"/>
        </w:rPr>
        <w:t>Indrek Aksel</w:t>
      </w:r>
    </w:p>
    <w:p w14:paraId="59D612C0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049A23C0" w14:textId="77777777" w:rsidR="00903014" w:rsidRDefault="00903014" w:rsidP="00EB57EF">
      <w:pPr>
        <w:rPr>
          <w:i/>
          <w:sz w:val="20"/>
        </w:rPr>
      </w:pPr>
    </w:p>
    <w:p w14:paraId="285A219E" w14:textId="77777777" w:rsidR="00903014" w:rsidRDefault="00903014" w:rsidP="00EB57EF">
      <w:pPr>
        <w:rPr>
          <w:i/>
          <w:sz w:val="20"/>
        </w:rPr>
      </w:pPr>
    </w:p>
    <w:p w14:paraId="24C86BF6" w14:textId="77777777" w:rsidR="00903014" w:rsidRDefault="00903014" w:rsidP="00EB57EF">
      <w:pPr>
        <w:rPr>
          <w:i/>
          <w:sz w:val="20"/>
        </w:rPr>
      </w:pPr>
    </w:p>
    <w:p w14:paraId="37E293BC" w14:textId="77777777" w:rsidR="00903014" w:rsidRDefault="00903014" w:rsidP="00EB57EF">
      <w:pPr>
        <w:rPr>
          <w:i/>
          <w:sz w:val="20"/>
        </w:rPr>
      </w:pPr>
    </w:p>
    <w:p w14:paraId="0A4A6532" w14:textId="77777777" w:rsidR="00903014" w:rsidRDefault="00903014" w:rsidP="00EB57EF">
      <w:pPr>
        <w:rPr>
          <w:i/>
          <w:sz w:val="20"/>
        </w:rPr>
      </w:pPr>
    </w:p>
    <w:p w14:paraId="6318F718" w14:textId="77777777" w:rsidR="00903014" w:rsidRDefault="00903014" w:rsidP="00EB57EF">
      <w:pPr>
        <w:rPr>
          <w:i/>
          <w:sz w:val="20"/>
        </w:rPr>
      </w:pPr>
    </w:p>
    <w:p w14:paraId="4FCC3BF2" w14:textId="77777777" w:rsidR="00903014" w:rsidRDefault="00903014" w:rsidP="00EB57EF">
      <w:pPr>
        <w:rPr>
          <w:i/>
          <w:sz w:val="20"/>
        </w:rPr>
      </w:pPr>
    </w:p>
    <w:p w14:paraId="69247FCA" w14:textId="77777777" w:rsidR="00903014" w:rsidRDefault="00903014" w:rsidP="00EB57EF">
      <w:pPr>
        <w:rPr>
          <w:i/>
          <w:sz w:val="20"/>
        </w:rPr>
      </w:pPr>
    </w:p>
    <w:p w14:paraId="38475029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76C8A" w14:textId="77777777" w:rsidR="00335DB9" w:rsidRDefault="00335DB9">
      <w:r>
        <w:separator/>
      </w:r>
    </w:p>
  </w:endnote>
  <w:endnote w:type="continuationSeparator" w:id="0">
    <w:p w14:paraId="130B78AC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6B47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B904B" w14:textId="77777777" w:rsidR="00335DB9" w:rsidRDefault="00335DB9">
      <w:r>
        <w:separator/>
      </w:r>
    </w:p>
  </w:footnote>
  <w:footnote w:type="continuationSeparator" w:id="0">
    <w:p w14:paraId="4AA2C8DE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BA59A" w14:textId="75776DD4" w:rsidR="003C047F" w:rsidRPr="00E144F2" w:rsidRDefault="003C047F" w:rsidP="00635176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740B28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5C23CC"/>
    <w:multiLevelType w:val="hybridMultilevel"/>
    <w:tmpl w:val="9D7625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0486894">
    <w:abstractNumId w:val="0"/>
  </w:num>
  <w:num w:numId="2" w16cid:durableId="2136752714">
    <w:abstractNumId w:val="7"/>
  </w:num>
  <w:num w:numId="3" w16cid:durableId="1225483191">
    <w:abstractNumId w:val="6"/>
  </w:num>
  <w:num w:numId="4" w16cid:durableId="982582519">
    <w:abstractNumId w:val="9"/>
  </w:num>
  <w:num w:numId="5" w16cid:durableId="628127342">
    <w:abstractNumId w:val="10"/>
  </w:num>
  <w:num w:numId="6" w16cid:durableId="2093700116">
    <w:abstractNumId w:val="11"/>
  </w:num>
  <w:num w:numId="7" w16cid:durableId="92871572">
    <w:abstractNumId w:val="12"/>
  </w:num>
  <w:num w:numId="8" w16cid:durableId="1153987365">
    <w:abstractNumId w:val="4"/>
  </w:num>
  <w:num w:numId="9" w16cid:durableId="1713769297">
    <w:abstractNumId w:val="5"/>
  </w:num>
  <w:num w:numId="10" w16cid:durableId="154952181">
    <w:abstractNumId w:val="1"/>
  </w:num>
  <w:num w:numId="11" w16cid:durableId="2015185055">
    <w:abstractNumId w:val="2"/>
  </w:num>
  <w:num w:numId="12" w16cid:durableId="1686130300">
    <w:abstractNumId w:val="8"/>
  </w:num>
  <w:num w:numId="13" w16cid:durableId="5061378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3943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2319"/>
    <w:rsid w:val="000E01A8"/>
    <w:rsid w:val="000E1700"/>
    <w:rsid w:val="000E3545"/>
    <w:rsid w:val="000E4E06"/>
    <w:rsid w:val="000E6098"/>
    <w:rsid w:val="000F4314"/>
    <w:rsid w:val="000F45C0"/>
    <w:rsid w:val="000F6C46"/>
    <w:rsid w:val="001040E1"/>
    <w:rsid w:val="00106212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4AD0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799B"/>
    <w:rsid w:val="001C037C"/>
    <w:rsid w:val="001C3CA4"/>
    <w:rsid w:val="001C5A75"/>
    <w:rsid w:val="001C6234"/>
    <w:rsid w:val="001C73D4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464E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2B58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4421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886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6640"/>
    <w:rsid w:val="005E756B"/>
    <w:rsid w:val="005F1009"/>
    <w:rsid w:val="005F288C"/>
    <w:rsid w:val="0060108F"/>
    <w:rsid w:val="00605364"/>
    <w:rsid w:val="00605537"/>
    <w:rsid w:val="0060643C"/>
    <w:rsid w:val="0060681C"/>
    <w:rsid w:val="00607A95"/>
    <w:rsid w:val="00607E5E"/>
    <w:rsid w:val="006111F1"/>
    <w:rsid w:val="00613B6A"/>
    <w:rsid w:val="00615207"/>
    <w:rsid w:val="00621A7E"/>
    <w:rsid w:val="00622151"/>
    <w:rsid w:val="00622697"/>
    <w:rsid w:val="00622746"/>
    <w:rsid w:val="006271F7"/>
    <w:rsid w:val="006277C4"/>
    <w:rsid w:val="0063210F"/>
    <w:rsid w:val="00635176"/>
    <w:rsid w:val="00636541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40B28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B5A49"/>
    <w:rsid w:val="008C44DC"/>
    <w:rsid w:val="008C4C4E"/>
    <w:rsid w:val="008C530D"/>
    <w:rsid w:val="008C744A"/>
    <w:rsid w:val="008D0102"/>
    <w:rsid w:val="008D0BC1"/>
    <w:rsid w:val="008D0C7D"/>
    <w:rsid w:val="008D2C97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539A4"/>
    <w:rsid w:val="00957209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1256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27382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0883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D7CE7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1863"/>
    <w:rsid w:val="00B443E1"/>
    <w:rsid w:val="00B462ED"/>
    <w:rsid w:val="00B50FCD"/>
    <w:rsid w:val="00B57EFF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2A0F"/>
    <w:rsid w:val="00BA2BC5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B49F9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7677"/>
    <w:rsid w:val="00ED071D"/>
    <w:rsid w:val="00ED29A4"/>
    <w:rsid w:val="00ED3831"/>
    <w:rsid w:val="00ED41E8"/>
    <w:rsid w:val="00ED6973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56F06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9EBAFD1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7A1B-0016-4097-83A2-BC090F37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11</TotalTime>
  <Pages>3</Pages>
  <Words>431</Words>
  <Characters>3280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3704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7</cp:revision>
  <cp:lastPrinted>2018-08-16T11:33:00Z</cp:lastPrinted>
  <dcterms:created xsi:type="dcterms:W3CDTF">2025-03-14T06:57:00Z</dcterms:created>
  <dcterms:modified xsi:type="dcterms:W3CDTF">2025-03-14T07:07:00Z</dcterms:modified>
</cp:coreProperties>
</file>